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B39" w:rsidRPr="00583EC2" w:rsidRDefault="00BB1B39" w:rsidP="00BB1B39">
      <w:pPr>
        <w:rPr>
          <w:b/>
        </w:rPr>
      </w:pPr>
      <w:r w:rsidRPr="00583EC2">
        <w:rPr>
          <w:b/>
        </w:rPr>
        <w:t>Article</w:t>
      </w:r>
      <w:r w:rsidR="006E0E74" w:rsidRPr="00583EC2">
        <w:rPr>
          <w:b/>
        </w:rPr>
        <w:t>; Women’s Progress in America</w:t>
      </w:r>
    </w:p>
    <w:p w:rsidR="00BB1B39" w:rsidRPr="00583EC2" w:rsidRDefault="00BB1B39" w:rsidP="00BB1B39">
      <w:proofErr w:type="gramStart"/>
      <w:r w:rsidRPr="00583EC2">
        <w:t>Presents an overview of the women's rights movement in the United</w:t>
      </w:r>
      <w:r w:rsidRPr="00583EC2">
        <w:t xml:space="preserve"> </w:t>
      </w:r>
      <w:r w:rsidRPr="00583EC2">
        <w:t>States, beginning in 1920.</w:t>
      </w:r>
      <w:proofErr w:type="gramEnd"/>
      <w:r w:rsidRPr="00583EC2">
        <w:t xml:space="preserve"> Introduction of women in the American</w:t>
      </w:r>
      <w:r w:rsidRPr="00583EC2">
        <w:t xml:space="preserve"> </w:t>
      </w:r>
      <w:r w:rsidRPr="00583EC2">
        <w:t>work</w:t>
      </w:r>
      <w:r w:rsidRPr="00583EC2">
        <w:t xml:space="preserve"> </w:t>
      </w:r>
      <w:r w:rsidRPr="00583EC2">
        <w:t>force during World War II; Sexual discrimination against working</w:t>
      </w:r>
    </w:p>
    <w:p w:rsidR="00BB1B39" w:rsidRPr="00583EC2" w:rsidRDefault="00BB1B39" w:rsidP="00BB1B39">
      <w:r w:rsidRPr="00583EC2">
        <w:t>women; Publication of 'The Feminine Mystique' by Betty Friedan;</w:t>
      </w:r>
      <w:r w:rsidRPr="00583EC2">
        <w:t xml:space="preserve"> </w:t>
      </w:r>
      <w:r w:rsidRPr="00583EC2">
        <w:t>Creation of the National Organization for Women (NOW); Evolution of</w:t>
      </w:r>
      <w:r w:rsidRPr="00583EC2">
        <w:t xml:space="preserve"> </w:t>
      </w:r>
      <w:r w:rsidRPr="00583EC2">
        <w:t>radical feminism during the late 1960s; Launch of 'Ms.' magazine by</w:t>
      </w:r>
    </w:p>
    <w:p w:rsidR="00BB1B39" w:rsidRPr="00583EC2" w:rsidRDefault="00BB1B39" w:rsidP="00BB1B39">
      <w:proofErr w:type="gramStart"/>
      <w:r w:rsidRPr="00583EC2">
        <w:t>Gloria Steinem; Debate surrounding abortion rights; Impact of feminism</w:t>
      </w:r>
      <w:r w:rsidRPr="00583EC2">
        <w:t xml:space="preserve"> </w:t>
      </w:r>
      <w:r w:rsidRPr="00583EC2">
        <w:t>on sex discrimination in the US.</w:t>
      </w:r>
      <w:proofErr w:type="gramEnd"/>
    </w:p>
    <w:p w:rsidR="00BB1B39" w:rsidRPr="00583EC2" w:rsidRDefault="00BB1B39" w:rsidP="00BB1B39"/>
    <w:p w:rsidR="00BB1B39" w:rsidRPr="00583EC2" w:rsidRDefault="00BB1B39" w:rsidP="00BB1B39">
      <w:pPr>
        <w:rPr>
          <w:b/>
        </w:rPr>
      </w:pPr>
      <w:r w:rsidRPr="00583EC2">
        <w:rPr>
          <w:b/>
        </w:rPr>
        <w:t>Feminism &amp; the Women's Rights Movement</w:t>
      </w:r>
    </w:p>
    <w:p w:rsidR="00BB1B39" w:rsidRPr="00583EC2" w:rsidRDefault="00BB1B39" w:rsidP="00BB1B39">
      <w:r w:rsidRPr="00583EC2">
        <w:t>The modern women's rights movement in the United States began in the 1960s as a</w:t>
      </w:r>
      <w:r w:rsidRPr="00583EC2">
        <w:t xml:space="preserve"> </w:t>
      </w:r>
      <w:r w:rsidRPr="00583EC2">
        <w:t>reaction to the decades of social and civil inequities faced by women. Over the next thirty</w:t>
      </w:r>
      <w:r w:rsidRPr="00583EC2">
        <w:t xml:space="preserve"> </w:t>
      </w:r>
      <w:r w:rsidRPr="00583EC2">
        <w:t>years, feminists campaigned for equality between the sexes; championing causes such as</w:t>
      </w:r>
      <w:r w:rsidRPr="00583EC2">
        <w:t xml:space="preserve"> </w:t>
      </w:r>
      <w:r w:rsidRPr="00583EC2">
        <w:t>equal pay for equal work, abortion rights, and social parity.</w:t>
      </w:r>
    </w:p>
    <w:p w:rsidR="00BB1B39" w:rsidRPr="00583EC2" w:rsidRDefault="00BB1B39" w:rsidP="00BB1B39"/>
    <w:p w:rsidR="00BB1B39" w:rsidRPr="00583EC2" w:rsidRDefault="00BB1B39" w:rsidP="00BB1B39">
      <w:pPr>
        <w:rPr>
          <w:b/>
        </w:rPr>
      </w:pPr>
      <w:r w:rsidRPr="00583EC2">
        <w:rPr>
          <w:b/>
        </w:rPr>
        <w:t>Women's Suffrage</w:t>
      </w:r>
    </w:p>
    <w:p w:rsidR="00BB1B39" w:rsidRPr="00583EC2" w:rsidRDefault="00BB1B39" w:rsidP="00BB1B39">
      <w:r w:rsidRPr="00583EC2">
        <w:t>The roots of the campaign for women's rights date back to the nineteenth century. The</w:t>
      </w:r>
      <w:r w:rsidRPr="00583EC2">
        <w:t xml:space="preserve"> </w:t>
      </w:r>
      <w:r w:rsidRPr="00583EC2">
        <w:t>Seneca Falls Convention in 1848 condemned the hardships and biases experienced by</w:t>
      </w:r>
      <w:r w:rsidRPr="00583EC2">
        <w:t xml:space="preserve"> </w:t>
      </w:r>
      <w:r w:rsidRPr="00583EC2">
        <w:t>women in American society. The convention's chief concern was to achieve voting rights,</w:t>
      </w:r>
      <w:r w:rsidRPr="00583EC2">
        <w:t xml:space="preserve"> </w:t>
      </w:r>
      <w:r w:rsidRPr="00583EC2">
        <w:t>or suffrage, for women. Leaders such as Sojourner Truth, Elizabeth Cady Stanton, and</w:t>
      </w:r>
      <w:r w:rsidRPr="00583EC2">
        <w:t xml:space="preserve"> </w:t>
      </w:r>
      <w:r w:rsidRPr="00583EC2">
        <w:t>Susan B. Anthony campaigned persistently for women's suffrage. They also pressed for</w:t>
      </w:r>
      <w:r w:rsidR="006E0E74" w:rsidRPr="00583EC2">
        <w:t xml:space="preserve"> </w:t>
      </w:r>
      <w:r w:rsidRPr="00583EC2">
        <w:t>equality in other areas, including politics, religion, and the workforce.</w:t>
      </w:r>
      <w:r w:rsidRPr="00583EC2">
        <w:t xml:space="preserve"> </w:t>
      </w:r>
      <w:r w:rsidRPr="00583EC2">
        <w:t>Women finally gained the right to vote with the passage of the Nineteenth Amendment to</w:t>
      </w:r>
      <w:r w:rsidRPr="00583EC2">
        <w:t xml:space="preserve"> </w:t>
      </w:r>
      <w:r w:rsidRPr="00583EC2">
        <w:t>the Constitution in 1920. This victory, although it was important, did not mark the end of</w:t>
      </w:r>
      <w:r w:rsidRPr="00583EC2">
        <w:t xml:space="preserve"> </w:t>
      </w:r>
      <w:r w:rsidRPr="00583EC2">
        <w:t>the fight for women's equality. Participation in the political process did not bring about</w:t>
      </w:r>
      <w:r w:rsidR="006E0E74" w:rsidRPr="00583EC2">
        <w:t xml:space="preserve"> </w:t>
      </w:r>
      <w:r w:rsidRPr="00583EC2">
        <w:t>fully equal social standing for women, especially in the workplace.</w:t>
      </w:r>
    </w:p>
    <w:p w:rsidR="00BB1B39" w:rsidRPr="00583EC2" w:rsidRDefault="00BB1B39" w:rsidP="00BB1B39"/>
    <w:p w:rsidR="00BB1B39" w:rsidRPr="00583EC2" w:rsidRDefault="00BB1B39" w:rsidP="00BB1B39">
      <w:pPr>
        <w:rPr>
          <w:b/>
        </w:rPr>
      </w:pPr>
      <w:r w:rsidRPr="00583EC2">
        <w:rPr>
          <w:b/>
        </w:rPr>
        <w:t>Women Join the Workforce</w:t>
      </w:r>
    </w:p>
    <w:p w:rsidR="00BB1B39" w:rsidRPr="00583EC2" w:rsidRDefault="00BB1B39" w:rsidP="00BB1B39">
      <w:r w:rsidRPr="00583EC2">
        <w:t>During World War II, large numbers of women entered the American workforce for the</w:t>
      </w:r>
      <w:r w:rsidRPr="00583EC2">
        <w:t xml:space="preserve"> </w:t>
      </w:r>
      <w:r w:rsidRPr="00583EC2">
        <w:t>first time. Because so many men were fighting the war, female workers were vital to the</w:t>
      </w:r>
      <w:r w:rsidRPr="00583EC2">
        <w:t xml:space="preserve"> </w:t>
      </w:r>
      <w:r w:rsidRPr="00583EC2">
        <w:t>production of tanks, airplanes, ships, and other necessary military equipment. Defense</w:t>
      </w:r>
      <w:r w:rsidRPr="00583EC2">
        <w:t xml:space="preserve"> </w:t>
      </w:r>
      <w:r w:rsidRPr="00583EC2">
        <w:t>industries and the US government created advertising encouraging women to contribute</w:t>
      </w:r>
      <w:r w:rsidRPr="00583EC2">
        <w:t xml:space="preserve"> </w:t>
      </w:r>
      <w:r w:rsidRPr="00583EC2">
        <w:t>to the war effort. Perhaps the most famous example of this propaganda is the poster</w:t>
      </w:r>
      <w:r w:rsidRPr="00583EC2">
        <w:t xml:space="preserve"> </w:t>
      </w:r>
      <w:r w:rsidRPr="00583EC2">
        <w:t>depicting "Rosie the Riveter," dressed in a work shirt and kerchief, flexing her biceps and</w:t>
      </w:r>
      <w:r w:rsidRPr="00583EC2">
        <w:t xml:space="preserve"> </w:t>
      </w:r>
      <w:r w:rsidRPr="00583EC2">
        <w:t>saying, "We Can Do It!"</w:t>
      </w:r>
      <w:r w:rsidRPr="00583EC2">
        <w:t xml:space="preserve"> </w:t>
      </w:r>
      <w:r w:rsidRPr="00583EC2">
        <w:t>As the war progressed, working women proved that they were just as capable as the men</w:t>
      </w:r>
      <w:r w:rsidRPr="00583EC2">
        <w:t xml:space="preserve"> </w:t>
      </w:r>
      <w:r w:rsidRPr="00583EC2">
        <w:t>they had replaced. Once the war ended, however, most female workers were fired, and</w:t>
      </w:r>
      <w:r w:rsidRPr="00583EC2">
        <w:t xml:space="preserve"> </w:t>
      </w:r>
      <w:r w:rsidRPr="00583EC2">
        <w:t>their jobs were given to returning servicemen. The few women who did remain in the</w:t>
      </w:r>
      <w:r w:rsidRPr="00583EC2">
        <w:t xml:space="preserve"> </w:t>
      </w:r>
      <w:r w:rsidRPr="00583EC2">
        <w:t>workforce found that their opportunities were restricted by their gender, and their pay was</w:t>
      </w:r>
      <w:r w:rsidRPr="00583EC2">
        <w:t xml:space="preserve"> </w:t>
      </w:r>
      <w:r w:rsidRPr="00583EC2">
        <w:t>less than that offered to men in comparable positions.</w:t>
      </w:r>
      <w:r w:rsidRPr="00583EC2">
        <w:t xml:space="preserve"> </w:t>
      </w:r>
      <w:r w:rsidRPr="00583EC2">
        <w:t>These lingering inequalities combined with other social trends sparked the birth of the</w:t>
      </w:r>
      <w:r w:rsidRPr="00583EC2">
        <w:t xml:space="preserve"> </w:t>
      </w:r>
      <w:r w:rsidRPr="00583EC2">
        <w:t>modern feminist movement during the 1960s. The most apparent indicator of sweeping</w:t>
      </w:r>
      <w:r w:rsidRPr="00583EC2">
        <w:t xml:space="preserve"> </w:t>
      </w:r>
      <w:r w:rsidRPr="00583EC2">
        <w:t>societal changes was the return of a substantial number of women to the workplace. The</w:t>
      </w:r>
      <w:r w:rsidRPr="00583EC2">
        <w:t xml:space="preserve"> </w:t>
      </w:r>
      <w:r w:rsidRPr="00583EC2">
        <w:t>birth-control pill, approved by the Food and Drug Administration in 1960, had given</w:t>
      </w:r>
      <w:r w:rsidRPr="00583EC2">
        <w:t xml:space="preserve"> </w:t>
      </w:r>
      <w:r w:rsidRPr="00583EC2">
        <w:t>women the freedom to start professional careers without the complications of unplanned</w:t>
      </w:r>
      <w:r w:rsidRPr="00583EC2">
        <w:t xml:space="preserve"> </w:t>
      </w:r>
      <w:r w:rsidRPr="00583EC2">
        <w:t>pregnancies and childcare. At the same time, inflation and the rising cost of living made it</w:t>
      </w:r>
      <w:r w:rsidRPr="00583EC2">
        <w:t xml:space="preserve"> </w:t>
      </w:r>
      <w:r w:rsidRPr="00583EC2">
        <w:t>economically imperative for women to join the workforce.</w:t>
      </w:r>
      <w:r w:rsidRPr="00583EC2">
        <w:t xml:space="preserve"> </w:t>
      </w:r>
      <w:r w:rsidRPr="00583EC2">
        <w:t>As more women began working, however, they discovered that the discriminatory</w:t>
      </w:r>
      <w:r w:rsidRPr="00583EC2">
        <w:t xml:space="preserve"> </w:t>
      </w:r>
      <w:r w:rsidRPr="00583EC2">
        <w:t>attitudes that their predecessors had opposed were still firmly entrenched in the American</w:t>
      </w:r>
      <w:r w:rsidRPr="00583EC2">
        <w:t xml:space="preserve"> </w:t>
      </w:r>
      <w:r w:rsidRPr="00583EC2">
        <w:t>consciousness. Women found it nearly impossible to be promoted to top positions within</w:t>
      </w:r>
      <w:r w:rsidRPr="00583EC2">
        <w:t xml:space="preserve"> </w:t>
      </w:r>
      <w:r w:rsidRPr="00583EC2">
        <w:t>companies. This type of gender discrimination was so common that it became known as</w:t>
      </w:r>
    </w:p>
    <w:p w:rsidR="00BB1B39" w:rsidRPr="00583EC2" w:rsidRDefault="00BB1B39" w:rsidP="00BB1B39">
      <w:r w:rsidRPr="00583EC2">
        <w:t>"</w:t>
      </w:r>
      <w:proofErr w:type="gramStart"/>
      <w:r w:rsidRPr="00583EC2">
        <w:t>the</w:t>
      </w:r>
      <w:proofErr w:type="gramEnd"/>
      <w:r w:rsidRPr="00583EC2">
        <w:t xml:space="preserve"> glass ceiling." Female workers were also confronted with the uninformed beliefs that</w:t>
      </w:r>
      <w:r w:rsidRPr="00583EC2">
        <w:t xml:space="preserve"> </w:t>
      </w:r>
      <w:r w:rsidRPr="00583EC2">
        <w:t>women were less important than men, married women were merely adjuncts to their</w:t>
      </w:r>
      <w:r w:rsidRPr="00583EC2">
        <w:t xml:space="preserve"> </w:t>
      </w:r>
      <w:r w:rsidRPr="00583EC2">
        <w:t>husbands, and women should find fulfillment in dedicating their lives to men.</w:t>
      </w:r>
    </w:p>
    <w:p w:rsidR="00BB1B39" w:rsidRPr="00583EC2" w:rsidRDefault="00BB1B39" w:rsidP="00BB1B39"/>
    <w:p w:rsidR="00BB1B39" w:rsidRPr="00583EC2" w:rsidRDefault="00BB1B39" w:rsidP="00BB1B39">
      <w:pPr>
        <w:rPr>
          <w:b/>
        </w:rPr>
      </w:pPr>
      <w:r w:rsidRPr="00583EC2">
        <w:rPr>
          <w:b/>
        </w:rPr>
        <w:t>Growth of the Movement</w:t>
      </w:r>
    </w:p>
    <w:p w:rsidR="00BB1B39" w:rsidRPr="00583EC2" w:rsidRDefault="00BB1B39" w:rsidP="00BB1B39">
      <w:r w:rsidRPr="00583EC2">
        <w:t>Author Betty Friedan made one of the first public challenges to these attitudes in her 1963</w:t>
      </w:r>
      <w:r w:rsidRPr="00583EC2">
        <w:t xml:space="preserve"> </w:t>
      </w:r>
      <w:r w:rsidRPr="00583EC2">
        <w:t>book, "The Feminine Mystique." Friedan conducted a study of female college graduates</w:t>
      </w:r>
      <w:r w:rsidRPr="00583EC2">
        <w:t xml:space="preserve"> </w:t>
      </w:r>
      <w:r w:rsidRPr="00583EC2">
        <w:t>during the 1950s and early 60s, and discovered that most of them identified themselves</w:t>
      </w:r>
      <w:r w:rsidRPr="00583EC2">
        <w:t xml:space="preserve"> </w:t>
      </w:r>
      <w:r w:rsidRPr="00583EC2">
        <w:t>solely as mothers and housewives, and were frustrated and dissatisfied with the roles</w:t>
      </w:r>
      <w:r w:rsidRPr="00583EC2">
        <w:t xml:space="preserve"> </w:t>
      </w:r>
      <w:r w:rsidRPr="00583EC2">
        <w:t>forced upon them. Friedan argued passionately that women needed to discover their own</w:t>
      </w:r>
      <w:r w:rsidRPr="00583EC2">
        <w:t xml:space="preserve"> </w:t>
      </w:r>
      <w:r w:rsidRPr="00583EC2">
        <w:t>identities outside the confines of the home, marriage, and family. Many believe that the</w:t>
      </w:r>
      <w:r w:rsidRPr="00583EC2">
        <w:t xml:space="preserve"> </w:t>
      </w:r>
      <w:r w:rsidRPr="00583EC2">
        <w:t>publication of "The Feminine Mystique" marked the beginning of the modern feminist</w:t>
      </w:r>
      <w:r w:rsidRPr="00583EC2">
        <w:t xml:space="preserve"> </w:t>
      </w:r>
      <w:r w:rsidRPr="00583EC2">
        <w:t>movement.</w:t>
      </w:r>
      <w:r w:rsidRPr="00583EC2">
        <w:t xml:space="preserve"> </w:t>
      </w:r>
      <w:r w:rsidRPr="00583EC2">
        <w:t>Feminists soon began to pressure the US government to mandate occupational equality.</w:t>
      </w:r>
      <w:r w:rsidRPr="00583EC2">
        <w:t xml:space="preserve"> </w:t>
      </w:r>
      <w:r w:rsidRPr="00583EC2">
        <w:t>Their first victory came with the passage of the Equal Pay Act in 1963. This law made it</w:t>
      </w:r>
      <w:r w:rsidRPr="00583EC2">
        <w:t xml:space="preserve"> </w:t>
      </w:r>
      <w:r w:rsidRPr="00583EC2">
        <w:t>illegal for women to be paid less than men for performing the same work. The following</w:t>
      </w:r>
    </w:p>
    <w:p w:rsidR="00BB1B39" w:rsidRPr="00583EC2" w:rsidRDefault="00BB1B39" w:rsidP="00BB1B39">
      <w:proofErr w:type="gramStart"/>
      <w:r w:rsidRPr="00583EC2">
        <w:lastRenderedPageBreak/>
        <w:t>year</w:t>
      </w:r>
      <w:proofErr w:type="gramEnd"/>
      <w:r w:rsidRPr="00583EC2">
        <w:t xml:space="preserve"> saw another victory, when Title VII of the Civil Rights Act prohibited discrimination in</w:t>
      </w:r>
      <w:r w:rsidRPr="00583EC2">
        <w:t xml:space="preserve"> </w:t>
      </w:r>
      <w:r w:rsidRPr="00583EC2">
        <w:t>employment based on race, sex, religion, and national origin. The passage of these laws</w:t>
      </w:r>
      <w:r w:rsidRPr="00583EC2">
        <w:t xml:space="preserve"> </w:t>
      </w:r>
      <w:r w:rsidRPr="00583EC2">
        <w:t>did not change people's attitudes or behavior, however, and feminists realized that further</w:t>
      </w:r>
      <w:r w:rsidRPr="00583EC2">
        <w:t xml:space="preserve"> </w:t>
      </w:r>
      <w:r w:rsidRPr="00583EC2">
        <w:t>steps would need to be taken to ensure full equality between the sexes.</w:t>
      </w:r>
    </w:p>
    <w:p w:rsidR="00BB1B39" w:rsidRPr="00583EC2" w:rsidRDefault="00BB1B39" w:rsidP="00BB1B39"/>
    <w:p w:rsidR="00BB1B39" w:rsidRPr="00583EC2" w:rsidRDefault="00BB1B39" w:rsidP="00BB1B39">
      <w:pPr>
        <w:rPr>
          <w:b/>
        </w:rPr>
      </w:pPr>
      <w:r w:rsidRPr="00583EC2">
        <w:rPr>
          <w:b/>
        </w:rPr>
        <w:t>The National Organization of Women</w:t>
      </w:r>
    </w:p>
    <w:p w:rsidR="00BB1B39" w:rsidRPr="00583EC2" w:rsidRDefault="00BB1B39" w:rsidP="00BB1B39">
      <w:r w:rsidRPr="00583EC2">
        <w:t>It was clear that better organization was needed in order to attract more attention and</w:t>
      </w:r>
      <w:r w:rsidRPr="00583EC2">
        <w:t xml:space="preserve"> </w:t>
      </w:r>
      <w:r w:rsidRPr="00583EC2">
        <w:t>support for the feminist cause. In 1966, twenty-eight feminists, including Betty Friedan</w:t>
      </w:r>
      <w:r w:rsidRPr="00583EC2">
        <w:t xml:space="preserve"> </w:t>
      </w:r>
      <w:r w:rsidRPr="00583EC2">
        <w:t xml:space="preserve">and Kathryn </w:t>
      </w:r>
      <w:proofErr w:type="spellStart"/>
      <w:r w:rsidRPr="00583EC2">
        <w:t>Clarenbach</w:t>
      </w:r>
      <w:proofErr w:type="spellEnd"/>
      <w:r w:rsidRPr="00583EC2">
        <w:t>, founded the National Organization for Women (NOW), which</w:t>
      </w:r>
      <w:r w:rsidRPr="00583EC2">
        <w:t xml:space="preserve"> </w:t>
      </w:r>
      <w:r w:rsidRPr="00583EC2">
        <w:t>quickly became the most influential women's rights group in the United States. The</w:t>
      </w:r>
      <w:r w:rsidRPr="00583EC2">
        <w:t xml:space="preserve"> </w:t>
      </w:r>
      <w:r w:rsidRPr="00583EC2">
        <w:t>organization advocated the passage of the Equal Rights Amendment (ERA); a proposed</w:t>
      </w:r>
    </w:p>
    <w:p w:rsidR="00BB1B39" w:rsidRPr="00583EC2" w:rsidRDefault="00BB1B39" w:rsidP="00BB1B39">
      <w:proofErr w:type="gramStart"/>
      <w:r w:rsidRPr="00583EC2">
        <w:t>constitutional</w:t>
      </w:r>
      <w:proofErr w:type="gramEnd"/>
      <w:r w:rsidRPr="00583EC2">
        <w:t xml:space="preserve"> amendment that would outlaw discrimination based on gender. The group</w:t>
      </w:r>
      <w:r w:rsidRPr="00583EC2">
        <w:t xml:space="preserve"> </w:t>
      </w:r>
      <w:r w:rsidRPr="00583EC2">
        <w:t>also supported abortion rights, rights for homosexuals and the civil rights movement in</w:t>
      </w:r>
      <w:r w:rsidRPr="00583EC2">
        <w:t xml:space="preserve"> </w:t>
      </w:r>
      <w:r w:rsidRPr="00583EC2">
        <w:t>general.</w:t>
      </w:r>
      <w:r w:rsidRPr="00583EC2">
        <w:t xml:space="preserve"> </w:t>
      </w:r>
      <w:r w:rsidRPr="00583EC2">
        <w:t xml:space="preserve">NOW was not the only women's political organization formed during the </w:t>
      </w:r>
      <w:proofErr w:type="gramStart"/>
      <w:r w:rsidRPr="00583EC2">
        <w:t>1960s.</w:t>
      </w:r>
      <w:proofErr w:type="gramEnd"/>
      <w:r w:rsidRPr="00583EC2">
        <w:t xml:space="preserve"> The</w:t>
      </w:r>
      <w:r w:rsidRPr="00583EC2">
        <w:t xml:space="preserve"> </w:t>
      </w:r>
      <w:r w:rsidRPr="00583EC2">
        <w:t xml:space="preserve">National Abortion and Reproductive Rights Action League (NARAL) </w:t>
      </w:r>
      <w:proofErr w:type="gramStart"/>
      <w:r w:rsidRPr="00583EC2">
        <w:t>was</w:t>
      </w:r>
      <w:proofErr w:type="gramEnd"/>
      <w:r w:rsidRPr="00583EC2">
        <w:t xml:space="preserve"> founded in 1969</w:t>
      </w:r>
      <w:r w:rsidRPr="00583EC2">
        <w:t xml:space="preserve"> </w:t>
      </w:r>
      <w:r w:rsidRPr="00583EC2">
        <w:t>with the purpose of legalizing abortion on demand in the United States. To apply more</w:t>
      </w:r>
    </w:p>
    <w:p w:rsidR="00BB1B39" w:rsidRPr="00583EC2" w:rsidRDefault="00BB1B39" w:rsidP="00BB1B39">
      <w:proofErr w:type="gramStart"/>
      <w:r w:rsidRPr="00583EC2">
        <w:t>political</w:t>
      </w:r>
      <w:proofErr w:type="gramEnd"/>
      <w:r w:rsidRPr="00583EC2">
        <w:t xml:space="preserve"> pressure in the area of women's rights, Betty Friedan and another leading</w:t>
      </w:r>
      <w:r w:rsidRPr="00583EC2">
        <w:t xml:space="preserve"> </w:t>
      </w:r>
      <w:r w:rsidRPr="00583EC2">
        <w:t>feminist, Gloria Steinem, formed the National Women's Political Caucus (NWPC) in 1971.</w:t>
      </w:r>
      <w:r w:rsidRPr="00583EC2">
        <w:t xml:space="preserve"> </w:t>
      </w:r>
      <w:r w:rsidRPr="00583EC2">
        <w:t>This group's goals included the election of women to public office, increased appointments</w:t>
      </w:r>
      <w:r w:rsidRPr="00583EC2">
        <w:t xml:space="preserve"> </w:t>
      </w:r>
      <w:r w:rsidRPr="00583EC2">
        <w:t>of women to judgeships, and the inclusion of women in the American political process.</w:t>
      </w:r>
    </w:p>
    <w:p w:rsidR="00BB1B39" w:rsidRPr="00583EC2" w:rsidRDefault="00BB1B39" w:rsidP="00BB1B39"/>
    <w:p w:rsidR="00BB1B39" w:rsidRPr="00583EC2" w:rsidRDefault="00BB1B39" w:rsidP="00BB1B39">
      <w:pPr>
        <w:rPr>
          <w:b/>
        </w:rPr>
      </w:pPr>
      <w:r w:rsidRPr="00583EC2">
        <w:rPr>
          <w:b/>
        </w:rPr>
        <w:t>Radicalism</w:t>
      </w:r>
    </w:p>
    <w:p w:rsidR="00BB1B39" w:rsidRPr="00583EC2" w:rsidRDefault="00BB1B39" w:rsidP="00BB1B39">
      <w:r w:rsidRPr="00583EC2">
        <w:t>Younger feminists found inspiration in some of the more radical protest movements of the</w:t>
      </w:r>
      <w:r w:rsidRPr="00583EC2">
        <w:t xml:space="preserve"> </w:t>
      </w:r>
      <w:r w:rsidRPr="00583EC2">
        <w:t>1960s, such as the anti-war movement that protested American involvement in the</w:t>
      </w:r>
      <w:r w:rsidRPr="00583EC2">
        <w:t xml:space="preserve"> </w:t>
      </w:r>
      <w:r w:rsidRPr="00583EC2">
        <w:t>Vietnam War, and the struggle of African Americans and other minority groups for civil</w:t>
      </w:r>
      <w:r w:rsidRPr="00583EC2">
        <w:t xml:space="preserve"> </w:t>
      </w:r>
      <w:r w:rsidRPr="00583EC2">
        <w:t>rights. Many female college students became involved in these movements, and applied</w:t>
      </w:r>
      <w:r w:rsidR="006E0E74" w:rsidRPr="00583EC2">
        <w:t xml:space="preserve"> </w:t>
      </w:r>
      <w:r w:rsidRPr="00583EC2">
        <w:t>the tactics and goals of those struggles to the feminist movement.</w:t>
      </w:r>
      <w:r w:rsidRPr="00583EC2">
        <w:t xml:space="preserve"> </w:t>
      </w:r>
      <w:r w:rsidRPr="00583EC2">
        <w:t>Radical feminists believed that the root of gender discrimination lay in the traditional</w:t>
      </w:r>
      <w:r w:rsidRPr="00583EC2">
        <w:t xml:space="preserve"> </w:t>
      </w:r>
      <w:r w:rsidRPr="00583EC2">
        <w:t>values of American society. They contended that from infancy to adulthood, men were</w:t>
      </w:r>
      <w:r w:rsidRPr="00583EC2">
        <w:t xml:space="preserve"> </w:t>
      </w:r>
      <w:r w:rsidRPr="00583EC2">
        <w:t>conditioned to view women as sex objects, rather than as equal individuals. According to</w:t>
      </w:r>
    </w:p>
    <w:p w:rsidR="00BB1B39" w:rsidRPr="00583EC2" w:rsidRDefault="00BB1B39" w:rsidP="00BB1B39">
      <w:proofErr w:type="gramStart"/>
      <w:r w:rsidRPr="00583EC2">
        <w:t>feminists</w:t>
      </w:r>
      <w:proofErr w:type="gramEnd"/>
      <w:r w:rsidRPr="00583EC2">
        <w:t>, this attitude led to violence, including rape and domestic abuse, committed</w:t>
      </w:r>
      <w:r w:rsidRPr="00583EC2">
        <w:t xml:space="preserve"> </w:t>
      </w:r>
      <w:r w:rsidRPr="00583EC2">
        <w:t>against women. They focused on reforming the way women were portrayed in the media,</w:t>
      </w:r>
      <w:r w:rsidRPr="00583EC2">
        <w:t xml:space="preserve"> </w:t>
      </w:r>
      <w:r w:rsidRPr="00583EC2">
        <w:t>literature, and popular culture. This era saw the rise of gender inclusive language, such as</w:t>
      </w:r>
      <w:r w:rsidRPr="00583EC2">
        <w:t xml:space="preserve"> </w:t>
      </w:r>
      <w:r w:rsidRPr="00583EC2">
        <w:t>the use of term "firefighter" instead of the gender-specific "fireman." Some married</w:t>
      </w:r>
      <w:r w:rsidRPr="00583EC2">
        <w:t xml:space="preserve"> </w:t>
      </w:r>
      <w:r w:rsidRPr="00583EC2">
        <w:t>women chose to retain their own last name, rather than take the last name of their</w:t>
      </w:r>
    </w:p>
    <w:p w:rsidR="00BB1B39" w:rsidRPr="00583EC2" w:rsidRDefault="00BB1B39" w:rsidP="00BB1B39">
      <w:proofErr w:type="gramStart"/>
      <w:r w:rsidRPr="00583EC2">
        <w:t>husband</w:t>
      </w:r>
      <w:proofErr w:type="gramEnd"/>
      <w:r w:rsidRPr="00583EC2">
        <w:t>. Other women created their own identities by referring to themselves as "Ms."</w:t>
      </w:r>
      <w:r w:rsidRPr="00583EC2">
        <w:t xml:space="preserve"> </w:t>
      </w:r>
      <w:r w:rsidRPr="00583EC2">
        <w:t>instead of "Miss" or "Mrs."</w:t>
      </w:r>
      <w:r w:rsidR="00205F88" w:rsidRPr="00583EC2">
        <w:t xml:space="preserve"> Gloria </w:t>
      </w:r>
      <w:r w:rsidRPr="00583EC2">
        <w:t>Steinem launched the magazine "Ms." in July of 1972. This magazine championed feminist</w:t>
      </w:r>
      <w:r w:rsidRPr="00583EC2">
        <w:t xml:space="preserve"> </w:t>
      </w:r>
      <w:r w:rsidRPr="00583EC2">
        <w:t>causes, and was instantly popular. For the first time, women were able to read about</w:t>
      </w:r>
      <w:r w:rsidRPr="00583EC2">
        <w:t xml:space="preserve"> </w:t>
      </w:r>
      <w:r w:rsidRPr="00583EC2">
        <w:t>issues important to them, written from a woman's point of view. Many issues, including</w:t>
      </w:r>
      <w:r w:rsidRPr="00583EC2">
        <w:t xml:space="preserve"> </w:t>
      </w:r>
      <w:r w:rsidRPr="00583EC2">
        <w:t>such controversial topics as abortion rights, pertaining to women's roles and status in</w:t>
      </w:r>
      <w:r w:rsidRPr="00583EC2">
        <w:t xml:space="preserve"> </w:t>
      </w:r>
      <w:r w:rsidRPr="00583EC2">
        <w:t>soci</w:t>
      </w:r>
      <w:r w:rsidR="00205F88" w:rsidRPr="00583EC2">
        <w:t>ety were raised in the magazine</w:t>
      </w:r>
      <w:r w:rsidRPr="00583EC2">
        <w:t xml:space="preserve"> and its readership swelled.</w:t>
      </w:r>
    </w:p>
    <w:p w:rsidR="00BB1B39" w:rsidRPr="00583EC2" w:rsidRDefault="00BB1B39" w:rsidP="00BB1B39"/>
    <w:p w:rsidR="00BB1B39" w:rsidRPr="00583EC2" w:rsidRDefault="00BB1B39" w:rsidP="00BB1B39">
      <w:pPr>
        <w:rPr>
          <w:b/>
        </w:rPr>
      </w:pPr>
      <w:r w:rsidRPr="00583EC2">
        <w:rPr>
          <w:b/>
        </w:rPr>
        <w:t>Abortion Rights</w:t>
      </w:r>
    </w:p>
    <w:p w:rsidR="00BB1B39" w:rsidRPr="00583EC2" w:rsidRDefault="00BB1B39" w:rsidP="00BB1B39">
      <w:r w:rsidRPr="00583EC2">
        <w:t>Television shows with a feminist slant, such as the situation comedy "Maude," achieved</w:t>
      </w:r>
      <w:r w:rsidRPr="00583EC2">
        <w:t xml:space="preserve"> </w:t>
      </w:r>
      <w:r w:rsidRPr="00583EC2">
        <w:t>popularity in the 1970s. One particular episode, which aired in 1972, depicted the forty</w:t>
      </w:r>
      <w:r w:rsidR="00205F88" w:rsidRPr="00583EC2">
        <w:t xml:space="preserve"> </w:t>
      </w:r>
      <w:r w:rsidRPr="00583EC2">
        <w:t>seven-</w:t>
      </w:r>
      <w:r w:rsidRPr="00583EC2">
        <w:t xml:space="preserve"> </w:t>
      </w:r>
      <w:r w:rsidRPr="00583EC2">
        <w:t>year old title character's decision to end her pregnancy with an abortion, an</w:t>
      </w:r>
      <w:r w:rsidRPr="00583EC2">
        <w:t xml:space="preserve"> </w:t>
      </w:r>
      <w:r w:rsidRPr="00583EC2">
        <w:t xml:space="preserve">extremely controversial subject at the time. As </w:t>
      </w:r>
      <w:r w:rsidR="006E0E74" w:rsidRPr="00583EC2">
        <w:t>a result of a campaign led by a</w:t>
      </w:r>
    </w:p>
    <w:p w:rsidR="00BB1B39" w:rsidRPr="00583EC2" w:rsidRDefault="00BB1B39" w:rsidP="00BB1B39">
      <w:proofErr w:type="gramStart"/>
      <w:r w:rsidRPr="00583EC2">
        <w:t>zealous</w:t>
      </w:r>
      <w:proofErr w:type="gramEnd"/>
      <w:r w:rsidRPr="00583EC2">
        <w:t xml:space="preserve"> religious group, thirty-nine CBS television stations refused to re-air the</w:t>
      </w:r>
      <w:r w:rsidRPr="00583EC2">
        <w:t xml:space="preserve"> </w:t>
      </w:r>
      <w:r w:rsidRPr="00583EC2">
        <w:t>episode. NOW got involved by organizing protests in cities where anti-abortion groups had</w:t>
      </w:r>
      <w:r w:rsidRPr="00583EC2">
        <w:t xml:space="preserve"> </w:t>
      </w:r>
      <w:r w:rsidRPr="00583EC2">
        <w:t>forced the cancellation of the show.</w:t>
      </w:r>
      <w:r w:rsidRPr="00583EC2">
        <w:t xml:space="preserve"> </w:t>
      </w:r>
      <w:r w:rsidRPr="00583EC2">
        <w:t>The debate over abortion rights reached a climax in 1973, when the US Supreme Court</w:t>
      </w:r>
      <w:r w:rsidRPr="00583EC2">
        <w:t xml:space="preserve"> </w:t>
      </w:r>
      <w:r w:rsidRPr="00583EC2">
        <w:t>legalized abortion with its decision in the case of Roe v. Wade. Both NOW and NARAL had</w:t>
      </w:r>
      <w:r w:rsidRPr="00583EC2">
        <w:t xml:space="preserve"> </w:t>
      </w:r>
      <w:r w:rsidRPr="00583EC2">
        <w:t>pushed for legalized abortion, and both groups continued to work to protect a woman's</w:t>
      </w:r>
      <w:r w:rsidR="006E0E74" w:rsidRPr="00583EC2">
        <w:t xml:space="preserve"> </w:t>
      </w:r>
      <w:r w:rsidRPr="00583EC2">
        <w:t>right to choose from those who objected to the procedure.</w:t>
      </w:r>
    </w:p>
    <w:p w:rsidR="00BB1B39" w:rsidRPr="00583EC2" w:rsidRDefault="00BB1B39" w:rsidP="00BB1B39"/>
    <w:p w:rsidR="00BB1B39" w:rsidRPr="00583EC2" w:rsidRDefault="00BB1B39" w:rsidP="00BB1B39">
      <w:pPr>
        <w:rPr>
          <w:b/>
        </w:rPr>
      </w:pPr>
      <w:r w:rsidRPr="00583EC2">
        <w:rPr>
          <w:b/>
        </w:rPr>
        <w:t>Impact</w:t>
      </w:r>
    </w:p>
    <w:p w:rsidR="00BB1B39" w:rsidRPr="00583EC2" w:rsidRDefault="00BB1B39" w:rsidP="00BB1B39">
      <w:r w:rsidRPr="00583EC2">
        <w:t>The momentum behind the feminist movement seemed to slow as the 1970s drew to a</w:t>
      </w:r>
      <w:r w:rsidRPr="00583EC2">
        <w:t xml:space="preserve"> </w:t>
      </w:r>
      <w:r w:rsidRPr="00583EC2">
        <w:t>close. Many felt that the positions taken by NOW reflected a solely liberal viewpoint, and</w:t>
      </w:r>
      <w:r w:rsidRPr="00583EC2">
        <w:t xml:space="preserve"> </w:t>
      </w:r>
      <w:r w:rsidRPr="00583EC2">
        <w:t xml:space="preserve">were not representative of all women. In 1979, Beverly </w:t>
      </w:r>
      <w:proofErr w:type="spellStart"/>
      <w:r w:rsidRPr="00583EC2">
        <w:t>LaHaye</w:t>
      </w:r>
      <w:proofErr w:type="spellEnd"/>
      <w:r w:rsidRPr="00583EC2">
        <w:t xml:space="preserve"> founded Concerned</w:t>
      </w:r>
      <w:r w:rsidRPr="00583EC2">
        <w:t xml:space="preserve"> </w:t>
      </w:r>
      <w:r w:rsidRPr="00583EC2">
        <w:t>Women for America (CWA), an organization with a conservative stance on women's rights</w:t>
      </w:r>
      <w:r w:rsidRPr="00583EC2">
        <w:t xml:space="preserve"> </w:t>
      </w:r>
      <w:r w:rsidRPr="00583EC2">
        <w:t>issues. Since its formation, CWA has often opposed NOW on matters of public policy</w:t>
      </w:r>
      <w:r w:rsidRPr="00583EC2">
        <w:t xml:space="preserve"> </w:t>
      </w:r>
      <w:r w:rsidRPr="00583EC2">
        <w:t>regarding women. Also, the election of Republican president Ronald Reagan in 1980</w:t>
      </w:r>
      <w:r w:rsidRPr="00583EC2">
        <w:t xml:space="preserve"> </w:t>
      </w:r>
      <w:r w:rsidRPr="00583EC2">
        <w:t>signaled an end to government activism for societal change. The ERA, which had been</w:t>
      </w:r>
      <w:r w:rsidRPr="00583EC2">
        <w:t xml:space="preserve"> </w:t>
      </w:r>
      <w:r w:rsidRPr="00583EC2">
        <w:t>passed by Congress in 1972, failed to be ratified by the necessary thirty-eight states</w:t>
      </w:r>
      <w:r w:rsidRPr="00583EC2">
        <w:t xml:space="preserve"> </w:t>
      </w:r>
      <w:r w:rsidRPr="00583EC2">
        <w:t xml:space="preserve">before the July 1982 deadline, and was defeated during Reagan's administration. By </w:t>
      </w:r>
      <w:r w:rsidRPr="00583EC2">
        <w:lastRenderedPageBreak/>
        <w:t>the</w:t>
      </w:r>
      <w:r w:rsidRPr="00583EC2">
        <w:t xml:space="preserve"> </w:t>
      </w:r>
      <w:r w:rsidRPr="00583EC2">
        <w:t>early 80s, however, most of the discriminatory laws that the ERA intended to change had</w:t>
      </w:r>
      <w:r w:rsidRPr="00583EC2">
        <w:t xml:space="preserve"> </w:t>
      </w:r>
      <w:r w:rsidRPr="00583EC2">
        <w:t>already been struck down by the Supreme Court.</w:t>
      </w:r>
      <w:r w:rsidRPr="00583EC2">
        <w:t xml:space="preserve"> </w:t>
      </w:r>
      <w:r w:rsidRPr="00583EC2">
        <w:t>Over the course of the twentieth century, the supporters of the women's rights movement</w:t>
      </w:r>
      <w:r w:rsidRPr="00583EC2">
        <w:t xml:space="preserve"> </w:t>
      </w:r>
      <w:r w:rsidRPr="00583EC2">
        <w:t>have made significant strides toward equality between the sexes. Although discrimination</w:t>
      </w:r>
      <w:r w:rsidRPr="00583EC2">
        <w:t xml:space="preserve"> </w:t>
      </w:r>
      <w:r w:rsidRPr="00583EC2">
        <w:t>continues to exist in varying degrees, the feminist movement of the 1960s and 70s</w:t>
      </w:r>
      <w:r w:rsidRPr="00583EC2">
        <w:t xml:space="preserve"> </w:t>
      </w:r>
      <w:r w:rsidRPr="00583EC2">
        <w:t>opened many doors for the women of the twenty-first century. By refusing to tolerate the</w:t>
      </w:r>
      <w:r w:rsidRPr="00583EC2">
        <w:t xml:space="preserve"> </w:t>
      </w:r>
      <w:r w:rsidRPr="00583EC2">
        <w:t>injustices imposed upon them, feminists were able to effect significant change in both the</w:t>
      </w:r>
      <w:r w:rsidRPr="00583EC2">
        <w:t xml:space="preserve"> </w:t>
      </w:r>
      <w:r w:rsidRPr="00583EC2">
        <w:t>political system and social standards of the United States, restoring integrity and equality</w:t>
      </w:r>
      <w:r w:rsidRPr="00583EC2">
        <w:t xml:space="preserve"> </w:t>
      </w:r>
      <w:r w:rsidRPr="00583EC2">
        <w:t>where they had once been lost.</w:t>
      </w:r>
    </w:p>
    <w:p w:rsidR="00BB1B39" w:rsidRPr="00583EC2" w:rsidRDefault="00BB1B39" w:rsidP="00BB1B39">
      <w:r w:rsidRPr="00583EC2">
        <w:t>~~~~~~~~</w:t>
      </w:r>
    </w:p>
    <w:p w:rsidR="00BB1B39" w:rsidRPr="00583EC2" w:rsidRDefault="00BB1B39" w:rsidP="00BB1B39">
      <w:r w:rsidRPr="00583EC2">
        <w:t xml:space="preserve">By Veronica </w:t>
      </w:r>
      <w:proofErr w:type="spellStart"/>
      <w:r w:rsidRPr="00583EC2">
        <w:t>Loveday</w:t>
      </w:r>
      <w:proofErr w:type="spellEnd"/>
    </w:p>
    <w:p w:rsidR="006E0E74" w:rsidRPr="00583EC2" w:rsidRDefault="006E0E74" w:rsidP="00BB1B39"/>
    <w:p w:rsidR="006E0E74" w:rsidRPr="00583EC2" w:rsidRDefault="006E0E74" w:rsidP="00BB1B39">
      <w:r w:rsidRPr="00583EC2">
        <w:t>Questions:</w:t>
      </w:r>
    </w:p>
    <w:p w:rsidR="006E0E74" w:rsidRPr="00583EC2" w:rsidRDefault="006E0E74" w:rsidP="00BB1B39"/>
    <w:p w:rsidR="006E0E74" w:rsidRDefault="006E0E74" w:rsidP="006E0E74">
      <w:pPr>
        <w:pStyle w:val="ListParagraph"/>
        <w:numPr>
          <w:ilvl w:val="0"/>
          <w:numId w:val="1"/>
        </w:numPr>
      </w:pPr>
      <w:r w:rsidRPr="00583EC2">
        <w:t>When did the roots of the women’s movement for equality start?</w:t>
      </w:r>
    </w:p>
    <w:p w:rsidR="00583EC2" w:rsidRPr="00583EC2" w:rsidRDefault="00583EC2" w:rsidP="00583EC2"/>
    <w:p w:rsidR="006E0E74" w:rsidRDefault="006E0E74" w:rsidP="006E0E74">
      <w:pPr>
        <w:pStyle w:val="ListParagraph"/>
        <w:numPr>
          <w:ilvl w:val="0"/>
          <w:numId w:val="1"/>
        </w:numPr>
      </w:pPr>
      <w:r w:rsidRPr="00583EC2">
        <w:t xml:space="preserve">When did the modern day move for women’s rights start? And why? </w:t>
      </w:r>
    </w:p>
    <w:p w:rsidR="00583EC2" w:rsidRDefault="00583EC2" w:rsidP="00583EC2">
      <w:pPr>
        <w:pStyle w:val="ListParagraph"/>
      </w:pPr>
    </w:p>
    <w:p w:rsidR="00583EC2" w:rsidRPr="00583EC2" w:rsidRDefault="00583EC2" w:rsidP="00583EC2"/>
    <w:p w:rsidR="006E0E74" w:rsidRDefault="006E0E74" w:rsidP="006E0E74">
      <w:pPr>
        <w:pStyle w:val="ListParagraph"/>
        <w:numPr>
          <w:ilvl w:val="0"/>
          <w:numId w:val="1"/>
        </w:numPr>
      </w:pPr>
      <w:r w:rsidRPr="00583EC2">
        <w:t>In the 1800’s, who were three women rights leaders? And what was their main concern?</w:t>
      </w:r>
    </w:p>
    <w:p w:rsidR="00583EC2" w:rsidRPr="00583EC2" w:rsidRDefault="00583EC2" w:rsidP="00583EC2"/>
    <w:p w:rsidR="006E0E74" w:rsidRDefault="006E0E74" w:rsidP="006E0E74">
      <w:pPr>
        <w:pStyle w:val="ListParagraph"/>
        <w:numPr>
          <w:ilvl w:val="0"/>
          <w:numId w:val="1"/>
        </w:numPr>
      </w:pPr>
      <w:r w:rsidRPr="00583EC2">
        <w:t>When did large numbers of women enter the American workforce for the first time?</w:t>
      </w:r>
    </w:p>
    <w:p w:rsidR="00583EC2" w:rsidRDefault="00583EC2" w:rsidP="00583EC2">
      <w:pPr>
        <w:pStyle w:val="ListParagraph"/>
      </w:pPr>
    </w:p>
    <w:p w:rsidR="00583EC2" w:rsidRPr="00583EC2" w:rsidRDefault="00583EC2" w:rsidP="00583EC2"/>
    <w:p w:rsidR="006E0E74" w:rsidRDefault="006E0E74" w:rsidP="006E0E74">
      <w:pPr>
        <w:pStyle w:val="ListParagraph"/>
        <w:numPr>
          <w:ilvl w:val="0"/>
          <w:numId w:val="1"/>
        </w:numPr>
      </w:pPr>
      <w:r w:rsidRPr="00583EC2">
        <w:t>Who and what was Rosie the riveter?</w:t>
      </w:r>
    </w:p>
    <w:p w:rsidR="00583EC2" w:rsidRPr="00583EC2" w:rsidRDefault="00583EC2" w:rsidP="00583EC2"/>
    <w:p w:rsidR="006E0E74" w:rsidRDefault="006E0E74" w:rsidP="006E0E74">
      <w:pPr>
        <w:pStyle w:val="ListParagraph"/>
        <w:numPr>
          <w:ilvl w:val="0"/>
          <w:numId w:val="1"/>
        </w:numPr>
      </w:pPr>
      <w:r w:rsidRPr="00583EC2">
        <w:t>What happened to women after WWII ended?</w:t>
      </w:r>
    </w:p>
    <w:p w:rsidR="00583EC2" w:rsidRDefault="00583EC2" w:rsidP="00583EC2">
      <w:pPr>
        <w:pStyle w:val="ListParagraph"/>
      </w:pPr>
    </w:p>
    <w:p w:rsidR="00583EC2" w:rsidRPr="00583EC2" w:rsidRDefault="00583EC2" w:rsidP="00583EC2"/>
    <w:p w:rsidR="006E0E74" w:rsidRDefault="006E0E74" w:rsidP="006E0E74">
      <w:pPr>
        <w:pStyle w:val="ListParagraph"/>
        <w:numPr>
          <w:ilvl w:val="0"/>
          <w:numId w:val="1"/>
        </w:numPr>
      </w:pPr>
      <w:r w:rsidRPr="00583EC2">
        <w:t>What was the most apparent indicator of the beginning of the modern women’s movement?</w:t>
      </w:r>
    </w:p>
    <w:p w:rsidR="00583EC2" w:rsidRPr="00583EC2" w:rsidRDefault="00583EC2" w:rsidP="00583EC2"/>
    <w:p w:rsidR="006E0E74" w:rsidRDefault="006E0E74" w:rsidP="006E0E74">
      <w:pPr>
        <w:pStyle w:val="ListParagraph"/>
        <w:numPr>
          <w:ilvl w:val="0"/>
          <w:numId w:val="1"/>
        </w:numPr>
      </w:pPr>
      <w:r w:rsidRPr="00583EC2">
        <w:t>Give an example of gender discrimination faced by modern women.</w:t>
      </w:r>
    </w:p>
    <w:p w:rsidR="00583EC2" w:rsidRDefault="00583EC2" w:rsidP="00583EC2">
      <w:pPr>
        <w:pStyle w:val="ListParagraph"/>
      </w:pPr>
    </w:p>
    <w:p w:rsidR="00583EC2" w:rsidRPr="00583EC2" w:rsidRDefault="00583EC2" w:rsidP="00583EC2"/>
    <w:p w:rsidR="006E0E74" w:rsidRDefault="006E0E74" w:rsidP="006E0E74">
      <w:pPr>
        <w:pStyle w:val="ListParagraph"/>
        <w:numPr>
          <w:ilvl w:val="0"/>
          <w:numId w:val="1"/>
        </w:numPr>
      </w:pPr>
      <w:r w:rsidRPr="00583EC2">
        <w:t xml:space="preserve">What did Betty Freidan want for women? </w:t>
      </w:r>
    </w:p>
    <w:p w:rsidR="00583EC2" w:rsidRPr="00583EC2" w:rsidRDefault="00583EC2" w:rsidP="00583EC2"/>
    <w:p w:rsidR="006E0E74" w:rsidRDefault="006E0E74" w:rsidP="006E0E74">
      <w:pPr>
        <w:pStyle w:val="ListParagraph"/>
        <w:numPr>
          <w:ilvl w:val="0"/>
          <w:numId w:val="1"/>
        </w:numPr>
      </w:pPr>
      <w:r w:rsidRPr="00583EC2">
        <w:t>What are the goals of NOW?</w:t>
      </w:r>
    </w:p>
    <w:p w:rsidR="00583EC2" w:rsidRDefault="00583EC2" w:rsidP="00583EC2">
      <w:pPr>
        <w:pStyle w:val="ListParagraph"/>
      </w:pPr>
    </w:p>
    <w:p w:rsidR="00583EC2" w:rsidRPr="00583EC2" w:rsidRDefault="00583EC2" w:rsidP="00583EC2"/>
    <w:p w:rsidR="006E0E74" w:rsidRDefault="006E0E74" w:rsidP="006E0E74">
      <w:pPr>
        <w:pStyle w:val="ListParagraph"/>
        <w:numPr>
          <w:ilvl w:val="0"/>
          <w:numId w:val="1"/>
        </w:numPr>
      </w:pPr>
      <w:r w:rsidRPr="00583EC2">
        <w:t>Who is Gloria Steinem?</w:t>
      </w:r>
      <w:r w:rsidR="00EE008E" w:rsidRPr="00583EC2">
        <w:t xml:space="preserve"> What did she do? </w:t>
      </w:r>
      <w:r w:rsidRPr="00583EC2">
        <w:t xml:space="preserve"> What is she called? </w:t>
      </w:r>
    </w:p>
    <w:p w:rsidR="00583EC2" w:rsidRDefault="00583EC2" w:rsidP="00583EC2"/>
    <w:p w:rsidR="00583EC2" w:rsidRDefault="00583EC2" w:rsidP="00583EC2"/>
    <w:p w:rsidR="00583EC2" w:rsidRDefault="00583EC2" w:rsidP="00583EC2"/>
    <w:p w:rsidR="00583EC2" w:rsidRDefault="00583EC2" w:rsidP="00583EC2">
      <w:bookmarkStart w:id="0" w:name="_GoBack"/>
      <w:bookmarkEnd w:id="0"/>
    </w:p>
    <w:p w:rsidR="00583EC2" w:rsidRPr="00583EC2" w:rsidRDefault="00583EC2" w:rsidP="00583EC2"/>
    <w:p w:rsidR="006E0E74" w:rsidRDefault="006E0E74" w:rsidP="006E0E74">
      <w:pPr>
        <w:pStyle w:val="ListParagraph"/>
        <w:numPr>
          <w:ilvl w:val="0"/>
          <w:numId w:val="1"/>
        </w:numPr>
      </w:pPr>
      <w:r w:rsidRPr="00583EC2">
        <w:t>What Supreme Court case legalized abortion?</w:t>
      </w:r>
    </w:p>
    <w:p w:rsidR="00583EC2" w:rsidRDefault="00583EC2" w:rsidP="00583EC2">
      <w:pPr>
        <w:pStyle w:val="ListParagraph"/>
      </w:pPr>
    </w:p>
    <w:p w:rsidR="00583EC2" w:rsidRPr="00583EC2" w:rsidRDefault="00583EC2" w:rsidP="00583EC2"/>
    <w:p w:rsidR="00EE008E" w:rsidRDefault="00EE008E" w:rsidP="00EE008E">
      <w:pPr>
        <w:pStyle w:val="ListParagraph"/>
        <w:numPr>
          <w:ilvl w:val="0"/>
          <w:numId w:val="1"/>
        </w:numPr>
      </w:pPr>
      <w:r w:rsidRPr="00583EC2">
        <w:t xml:space="preserve">The election of Republican president Ronald Reagan in 1980 signaled what for the </w:t>
      </w:r>
      <w:proofErr w:type="gramStart"/>
      <w:r w:rsidRPr="00583EC2">
        <w:t>women’s  movement</w:t>
      </w:r>
      <w:proofErr w:type="gramEnd"/>
      <w:r w:rsidRPr="00583EC2">
        <w:t>?</w:t>
      </w:r>
    </w:p>
    <w:p w:rsidR="00583EC2" w:rsidRPr="00583EC2" w:rsidRDefault="00583EC2" w:rsidP="00583EC2"/>
    <w:p w:rsidR="00EE008E" w:rsidRDefault="00EE008E" w:rsidP="00EE008E">
      <w:pPr>
        <w:pStyle w:val="ListParagraph"/>
        <w:numPr>
          <w:ilvl w:val="0"/>
          <w:numId w:val="1"/>
        </w:numPr>
      </w:pPr>
      <w:r w:rsidRPr="00583EC2">
        <w:t xml:space="preserve">What is the ERA? </w:t>
      </w:r>
    </w:p>
    <w:p w:rsidR="00583EC2" w:rsidRDefault="00583EC2" w:rsidP="00583EC2">
      <w:pPr>
        <w:pStyle w:val="ListParagraph"/>
      </w:pPr>
    </w:p>
    <w:p w:rsidR="00583EC2" w:rsidRPr="00583EC2" w:rsidRDefault="00583EC2" w:rsidP="00583EC2"/>
    <w:p w:rsidR="00EE008E" w:rsidRPr="00583EC2" w:rsidRDefault="00EE008E" w:rsidP="00EE008E">
      <w:pPr>
        <w:pStyle w:val="ListParagraph"/>
        <w:numPr>
          <w:ilvl w:val="0"/>
          <w:numId w:val="1"/>
        </w:numPr>
      </w:pPr>
      <w:r w:rsidRPr="00583EC2">
        <w:t xml:space="preserve">Define a feminist. </w:t>
      </w:r>
    </w:p>
    <w:sectPr w:rsidR="00EE008E" w:rsidRPr="00583EC2" w:rsidSect="00BB1B39">
      <w:pgSz w:w="12240" w:h="15840"/>
      <w:pgMar w:top="450" w:right="630" w:bottom="45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7201"/>
    <w:multiLevelType w:val="hybridMultilevel"/>
    <w:tmpl w:val="150CB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B39"/>
    <w:rsid w:val="00205F88"/>
    <w:rsid w:val="00583EC2"/>
    <w:rsid w:val="006E0E74"/>
    <w:rsid w:val="00BB1B39"/>
    <w:rsid w:val="00EE008E"/>
    <w:rsid w:val="00FD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6E0E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6E0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Desaulniers\Application%20Data\Microsoft\Templates\NormalOl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NormalOld</Template>
  <TotalTime>81</TotalTime>
  <Pages>1</Pages>
  <Words>1683</Words>
  <Characters>9596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Thomas County Schools</Company>
  <LinksUpToDate>false</LinksUpToDate>
  <CharactersWithSpaces>11257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County Schools</dc:creator>
  <cp:keywords/>
  <dc:description/>
  <cp:lastModifiedBy>Thomas County Schools</cp:lastModifiedBy>
  <cp:revision>4</cp:revision>
  <cp:lastPrinted>2011-03-03T15:55:00Z</cp:lastPrinted>
  <dcterms:created xsi:type="dcterms:W3CDTF">2011-03-03T14:33:00Z</dcterms:created>
  <dcterms:modified xsi:type="dcterms:W3CDTF">2011-03-03T15:55:00Z</dcterms:modified>
</cp:coreProperties>
</file>