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16" w:rsidRPr="006F1F16" w:rsidRDefault="006F1F16" w:rsidP="006F1F16">
      <w:pPr>
        <w:rPr>
          <w:b/>
          <w:sz w:val="28"/>
          <w:szCs w:val="28"/>
        </w:rPr>
      </w:pPr>
      <w:r w:rsidRPr="006F1F16">
        <w:rPr>
          <w:b/>
          <w:sz w:val="28"/>
          <w:szCs w:val="28"/>
        </w:rPr>
        <w:t>Unit 6</w:t>
      </w:r>
    </w:p>
    <w:p w:rsidR="006F1F16" w:rsidRDefault="006F1F16" w:rsidP="006F1F16">
      <w:r>
        <w:t xml:space="preserve">SSUSH15 </w:t>
      </w:r>
      <w:proofErr w:type="gramStart"/>
      <w:r>
        <w:t>The</w:t>
      </w:r>
      <w:proofErr w:type="gramEnd"/>
      <w:r>
        <w:t xml:space="preserve"> student will analyze the origins and impact of U.S. involvement in World War I.</w:t>
      </w:r>
    </w:p>
    <w:p w:rsidR="006F1F16" w:rsidRDefault="006F1F16" w:rsidP="006F1F16">
      <w:r>
        <w:t>a. Describe the movement from U.S. neutrality to engagement in World War I, with reference to unrestricted submarine warfare.</w:t>
      </w:r>
    </w:p>
    <w:p w:rsidR="006F1F16" w:rsidRDefault="006F1F16" w:rsidP="006F1F16"/>
    <w:p w:rsidR="006F1F16" w:rsidRDefault="006F1F16" w:rsidP="006F1F1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10236" wp14:editId="176EC143">
                <wp:simplePos x="0" y="0"/>
                <wp:positionH relativeFrom="column">
                  <wp:posOffset>3851275</wp:posOffset>
                </wp:positionH>
                <wp:positionV relativeFrom="paragraph">
                  <wp:posOffset>3033395</wp:posOffset>
                </wp:positionV>
                <wp:extent cx="921385" cy="2438400"/>
                <wp:effectExtent l="0" t="282257" r="0" b="225108"/>
                <wp:wrapNone/>
                <wp:docPr id="1" name="Lef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86879">
                          <a:off x="0" y="0"/>
                          <a:ext cx="921385" cy="24384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" o:spid="_x0000_s1026" type="#_x0000_t66" style="position:absolute;margin-left:303.25pt;margin-top:238.85pt;width:72.55pt;height:192pt;rotation:-37280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" adj="10800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6DF9D9" wp14:editId="0F16E894">
                <wp:simplePos x="0" y="0"/>
                <wp:positionH relativeFrom="column">
                  <wp:posOffset>1300888</wp:posOffset>
                </wp:positionH>
                <wp:positionV relativeFrom="paragraph">
                  <wp:posOffset>3847465</wp:posOffset>
                </wp:positionV>
                <wp:extent cx="18573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F16" w:rsidRDefault="006F1F16">
                            <w:r>
                              <w:t xml:space="preserve">What happens to get us in WWII?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2.45pt;margin-top:302.95pt;width:146.2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">
                <v:textbox style="mso-fit-shape-to-text:t">
                  <w:txbxContent>
                    <w:p w:rsidR="006F1F16" w:rsidRDefault="006F1F16">
                      <w:r>
                        <w:t xml:space="preserve">What happens to get us in WWII?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53B12" wp14:editId="0118226B">
                <wp:simplePos x="0" y="0"/>
                <wp:positionH relativeFrom="column">
                  <wp:posOffset>228600</wp:posOffset>
                </wp:positionH>
                <wp:positionV relativeFrom="paragraph">
                  <wp:posOffset>3504565</wp:posOffset>
                </wp:positionV>
                <wp:extent cx="3905250" cy="417195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0" cy="417195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18pt;margin-top:275.95pt;width:307.5pt;height:3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" fillcolor="#f2f2f2 [305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D2689" wp14:editId="45EC0A12">
                <wp:simplePos x="0" y="0"/>
                <wp:positionH relativeFrom="column">
                  <wp:posOffset>4467225</wp:posOffset>
                </wp:positionH>
                <wp:positionV relativeFrom="paragraph">
                  <wp:posOffset>304800</wp:posOffset>
                </wp:positionV>
                <wp:extent cx="1266825" cy="1403985"/>
                <wp:effectExtent l="0" t="0" r="28575" b="101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F16" w:rsidRDefault="006F1F16">
                            <w:r>
                              <w:t xml:space="preserve">What changes?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51.75pt;margin-top:24pt;width:99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">
                <v:textbox style="mso-fit-shape-to-text:t">
                  <w:txbxContent>
                    <w:p w:rsidR="006F1F16" w:rsidRDefault="006F1F16">
                      <w:r>
                        <w:t xml:space="preserve">What changes?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4B31A4" wp14:editId="5EBC1B52">
                <wp:simplePos x="0" y="0"/>
                <wp:positionH relativeFrom="column">
                  <wp:posOffset>142876</wp:posOffset>
                </wp:positionH>
                <wp:positionV relativeFrom="paragraph">
                  <wp:posOffset>132715</wp:posOffset>
                </wp:positionV>
                <wp:extent cx="1752600" cy="1403985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1F16" w:rsidRDefault="006F1F16">
                            <w:r>
                              <w:t>Neutrality means what?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11.25pt;margin-top:10.45pt;width:13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">
                <v:textbox style="mso-fit-shape-to-text:t">
                  <w:txbxContent>
                    <w:p w:rsidR="006F1F16" w:rsidRDefault="006F1F16">
                      <w:r>
                        <w:t>Neutrality means what?</w:t>
                      </w:r>
                    </w:p>
                  </w:txbxContent>
                </v:textbox>
              </v:shape>
            </w:pict>
          </mc:Fallback>
        </mc:AlternateContent>
      </w:r>
      <w:r w:rsidRPr="006F1F16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95A5B" wp14:editId="588C344B">
                <wp:simplePos x="0" y="0"/>
                <wp:positionH relativeFrom="column">
                  <wp:posOffset>3657600</wp:posOffset>
                </wp:positionH>
                <wp:positionV relativeFrom="paragraph">
                  <wp:posOffset>-1270</wp:posOffset>
                </wp:positionV>
                <wp:extent cx="3067050" cy="383857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0" cy="38385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in;margin-top:-.1pt;width:241.5pt;height:30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" fillcolor="#f2f2f2 [305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38C729" wp14:editId="4F3D4B75">
                <wp:simplePos x="0" y="0"/>
                <wp:positionH relativeFrom="column">
                  <wp:posOffset>-171450</wp:posOffset>
                </wp:positionH>
                <wp:positionV relativeFrom="paragraph">
                  <wp:posOffset>18415</wp:posOffset>
                </wp:positionV>
                <wp:extent cx="45719" cy="45719"/>
                <wp:effectExtent l="0" t="0" r="12065" b="120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-13.5pt;margin-top:1.45pt;width:3.6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" fillcolor="#4f81bd [3204]" strokecolor="#243f60 [1604]" strokeweight="2pt"/>
            </w:pict>
          </mc:Fallback>
        </mc:AlternateContent>
      </w:r>
      <w:bookmarkStart w:id="0" w:name="_GoBack"/>
      <w:r w:rsidRPr="006F1F16">
        <w:rPr>
          <w:noProof/>
          <w:shd w:val="clear" w:color="auto" w:fill="FFFFFF"/>
        </w:rPr>
        <w:drawing>
          <wp:inline distT="0" distB="0" distL="0" distR="0" wp14:anchorId="475747EA" wp14:editId="7A6EBFF5">
            <wp:extent cx="2828925" cy="3013200"/>
            <wp:effectExtent l="19050" t="19050" r="9525" b="158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981" cy="3017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93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drawing>
          <wp:inline distT="0" distB="0" distL="0" distR="0" wp14:anchorId="0A327E9A">
            <wp:extent cx="800100" cy="2457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961" cy="246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F1F16" w:rsidSect="006F1F16">
      <w:pgSz w:w="12240" w:h="15840"/>
      <w:pgMar w:top="360" w:right="810" w:bottom="36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16"/>
    <w:rsid w:val="006F1F16"/>
    <w:rsid w:val="00B3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6F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6F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1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Desaulniers\Application%20Data\Microsoft\Templates\NormalO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NormalOld</Template>
  <TotalTime>11</TotalTime>
  <Pages>1</Pages>
  <Words>37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County Schools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County Schools</dc:creator>
  <cp:keywords/>
  <dc:description/>
  <cp:lastModifiedBy>Thomas County Schools</cp:lastModifiedBy>
  <cp:revision>1</cp:revision>
  <dcterms:created xsi:type="dcterms:W3CDTF">2011-02-22T16:09:00Z</dcterms:created>
  <dcterms:modified xsi:type="dcterms:W3CDTF">2011-02-22T16:25:00Z</dcterms:modified>
</cp:coreProperties>
</file>